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8C2D124" w:rsidR="00F422D3" w:rsidRDefault="00F422D3" w:rsidP="00BB1390">
      <w:pPr>
        <w:pStyle w:val="Titul2"/>
      </w:pPr>
      <w:r>
        <w:t xml:space="preserve">Název </w:t>
      </w:r>
      <w:r w:rsidRPr="00BB1390">
        <w:t>zakázky</w:t>
      </w:r>
      <w:r>
        <w:t>: „</w:t>
      </w:r>
      <w:r w:rsidR="00982346" w:rsidRPr="00563A49">
        <w:t>Třinec ON – úprava nevyužitých prostor</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E7B1526" w:rsidR="00F422D3" w:rsidRDefault="00F422D3" w:rsidP="00B42F40">
      <w:pPr>
        <w:pStyle w:val="Textbezodsazen"/>
      </w:pPr>
      <w:r>
        <w:t>ISPROFOND</w:t>
      </w:r>
      <w:r w:rsidR="00A07DDA">
        <w:t>/SUBISPROFIN</w:t>
      </w:r>
      <w:r>
        <w:t xml:space="preserve">: </w:t>
      </w:r>
      <w:r w:rsidR="00731519" w:rsidRPr="00731519">
        <w:t>5003520139</w:t>
      </w:r>
      <w:r w:rsidR="00731519">
        <w:t>/</w:t>
      </w:r>
      <w:r w:rsidR="00731519" w:rsidRPr="00731519">
        <w:t xml:space="preserve"> 5813510023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07BF7C2" w:rsidR="007D26F9" w:rsidRDefault="007D26F9" w:rsidP="00BC5BDD">
      <w:pPr>
        <w:pStyle w:val="Text1-1"/>
      </w:pPr>
      <w:r>
        <w:t xml:space="preserve">Objednatel oznámil </w:t>
      </w:r>
      <w:r w:rsidR="00121010" w:rsidRPr="00966A91">
        <w:t xml:space="preserve">uveřejněním na Profilu zadavatele: </w:t>
      </w:r>
      <w:hyperlink r:id="rId11" w:history="1">
        <w:r w:rsidR="00121010" w:rsidRPr="00966A91">
          <w:rPr>
            <w:rStyle w:val="Hypertextovodkaz"/>
            <w:noProof w:val="0"/>
          </w:rPr>
          <w:t>https://zakazky.spravazeleznic.cz/</w:t>
        </w:r>
      </w:hyperlink>
      <w:r w:rsidR="00121010">
        <w:t xml:space="preserve"> dne </w:t>
      </w:r>
      <w:r w:rsidR="00BE1200">
        <w:t xml:space="preserve">9. </w:t>
      </w:r>
      <w:bookmarkStart w:id="0" w:name="_GoBack"/>
      <w:bookmarkEnd w:id="0"/>
      <w:r w:rsidR="00BE1200">
        <w:t>6. 2021</w:t>
      </w:r>
      <w:r w:rsidR="00121010">
        <w:t xml:space="preserve"> </w:t>
      </w:r>
      <w:r>
        <w:t>svůj úmysl zadat veřejnou zakázku</w:t>
      </w:r>
      <w:r w:rsidR="00A349C6">
        <w:t xml:space="preserve"> s </w:t>
      </w:r>
      <w:r>
        <w:t>názvem „</w:t>
      </w:r>
      <w:r w:rsidR="00982346" w:rsidRPr="00982346">
        <w:rPr>
          <w:b/>
        </w:rPr>
        <w:t>Třinec ON – úprava nevyužitých prostor</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722B784"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D13A8">
        <w:rPr>
          <w:rStyle w:val="Tun"/>
        </w:rPr>
        <w:t>8</w:t>
      </w:r>
      <w:r w:rsidR="00CD13A8"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B3B8DE3" w:rsidR="007D26F9" w:rsidRPr="001F3696" w:rsidRDefault="007D26F9" w:rsidP="00BC5BDD">
      <w:pPr>
        <w:pStyle w:val="Textbezslovn"/>
      </w:pPr>
      <w:r w:rsidRPr="00517C97">
        <w:rPr>
          <w:b/>
        </w:rPr>
        <w:t>Lhůta pro dokončení stavebních prací</w:t>
      </w:r>
      <w:r>
        <w:t xml:space="preserve"> činí </w:t>
      </w:r>
      <w:r w:rsidRPr="001F3696">
        <w:t xml:space="preserve">celkem </w:t>
      </w:r>
      <w:r w:rsidR="00982346" w:rsidRPr="001F3696">
        <w:rPr>
          <w:rStyle w:val="Tun"/>
        </w:rPr>
        <w:t>6</w:t>
      </w:r>
      <w:r w:rsidRPr="001F3696">
        <w:rPr>
          <w:rStyle w:val="Tun"/>
        </w:rPr>
        <w:t xml:space="preserve"> měsíců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1F3696">
        <w:t>o </w:t>
      </w:r>
      <w:r w:rsidRPr="001F3696">
        <w:t>předání</w:t>
      </w:r>
      <w:r w:rsidR="00A349C6" w:rsidRPr="001F3696">
        <w:t xml:space="preserve"> a </w:t>
      </w:r>
      <w:r w:rsidRPr="001F3696">
        <w:t xml:space="preserve">převzetí Díla). </w:t>
      </w:r>
    </w:p>
    <w:p w14:paraId="6AB33383" w14:textId="007494EB" w:rsidR="007D26F9" w:rsidRPr="001F3696" w:rsidRDefault="00982346" w:rsidP="00BC5BDD">
      <w:pPr>
        <w:pStyle w:val="Textbezslovn"/>
      </w:pPr>
      <w:r w:rsidRPr="001F3696">
        <w:rPr>
          <w:b/>
        </w:rPr>
        <w:t>P</w:t>
      </w:r>
      <w:r w:rsidR="007D26F9" w:rsidRPr="001F3696">
        <w:rPr>
          <w:b/>
        </w:rPr>
        <w:t>ředání osvědčení</w:t>
      </w:r>
      <w:r w:rsidR="00A349C6" w:rsidRPr="001F3696">
        <w:rPr>
          <w:b/>
        </w:rPr>
        <w:t xml:space="preserve"> o </w:t>
      </w:r>
      <w:r w:rsidR="007D26F9" w:rsidRPr="001F3696">
        <w:rPr>
          <w:b/>
        </w:rPr>
        <w:t>bezpečnosti</w:t>
      </w:r>
      <w:r w:rsidR="007D26F9" w:rsidRPr="001F3696">
        <w:t xml:space="preserve"> zpracovaného nezávislým posuzovatelem podle prováděcího nařízení Komise (EU) č. 402/2013 ze dne 30. dubna 2013</w:t>
      </w:r>
      <w:r w:rsidR="00A349C6" w:rsidRPr="001F3696">
        <w:t xml:space="preserve"> o </w:t>
      </w:r>
      <w:r w:rsidR="007D26F9" w:rsidRPr="001F3696">
        <w:t>společné bezpečnostní metodě pro hodnocení</w:t>
      </w:r>
      <w:r w:rsidR="00A349C6" w:rsidRPr="001F3696">
        <w:t xml:space="preserve"> a </w:t>
      </w:r>
      <w:r w:rsidR="007D26F9" w:rsidRPr="001F3696">
        <w:t>posuzování rizik</w:t>
      </w:r>
      <w:r w:rsidR="00A349C6" w:rsidRPr="001F3696">
        <w:t xml:space="preserve"> a o </w:t>
      </w:r>
      <w:r w:rsidR="007D26F9" w:rsidRPr="001F3696">
        <w:t xml:space="preserve">zrušení nařízení (ES) č. 352/2009, </w:t>
      </w:r>
      <w:r w:rsidR="007D26F9" w:rsidRPr="001F3696">
        <w:rPr>
          <w:b/>
        </w:rPr>
        <w:t>předání souborného zpracování geodetické části dokumentace skutečného provedení stavby</w:t>
      </w:r>
      <w:r w:rsidR="00A349C6" w:rsidRPr="001F3696">
        <w:t xml:space="preserve"> a </w:t>
      </w:r>
      <w:r w:rsidR="007D26F9" w:rsidRPr="001F3696">
        <w:t xml:space="preserve">kompletní technické části dokumentace skutečného provedení stavby bude provedeno nejpozději do </w:t>
      </w:r>
      <w:r w:rsidR="00CD13A8" w:rsidRPr="001F3696">
        <w:rPr>
          <w:rStyle w:val="Tun"/>
        </w:rPr>
        <w:t xml:space="preserve">2 </w:t>
      </w:r>
      <w:r w:rsidR="007D26F9" w:rsidRPr="001F3696">
        <w:rPr>
          <w:rStyle w:val="Tun"/>
        </w:rPr>
        <w:t>měsíců</w:t>
      </w:r>
      <w:r w:rsidR="007D26F9" w:rsidRPr="001F3696">
        <w:rPr>
          <w:b/>
        </w:rPr>
        <w:t xml:space="preserve"> ode dne podpisu posledního Zápisu</w:t>
      </w:r>
      <w:r w:rsidR="00A349C6" w:rsidRPr="001F3696">
        <w:rPr>
          <w:b/>
        </w:rPr>
        <w:t xml:space="preserve"> o </w:t>
      </w:r>
      <w:r w:rsidR="007D26F9" w:rsidRPr="001F3696">
        <w:rPr>
          <w:b/>
        </w:rPr>
        <w:t>předání</w:t>
      </w:r>
      <w:r w:rsidR="00A349C6" w:rsidRPr="001F3696">
        <w:rPr>
          <w:b/>
        </w:rPr>
        <w:t xml:space="preserve"> a </w:t>
      </w:r>
      <w:r w:rsidR="007D26F9" w:rsidRPr="001F3696">
        <w:rPr>
          <w:b/>
        </w:rPr>
        <w:t>převzetí Díla</w:t>
      </w:r>
      <w:r w:rsidR="007D26F9" w:rsidRPr="001F3696">
        <w:t>.</w:t>
      </w:r>
    </w:p>
    <w:p w14:paraId="6DF2692A" w14:textId="77777777" w:rsidR="007D26F9" w:rsidRPr="001F3696" w:rsidRDefault="007D26F9" w:rsidP="00BC5BDD">
      <w:pPr>
        <w:pStyle w:val="Textbezslovn"/>
      </w:pPr>
      <w:r w:rsidRPr="001F3696">
        <w:t>Lhůty stanovené</w:t>
      </w:r>
      <w:r w:rsidR="00A349C6" w:rsidRPr="001F3696">
        <w:t xml:space="preserve"> v </w:t>
      </w:r>
      <w:r w:rsidRPr="001F3696">
        <w:t>odst.</w:t>
      </w:r>
      <w:r w:rsidR="00A349C6" w:rsidRPr="001F3696">
        <w:rPr>
          <w:color w:val="FF0000"/>
        </w:rPr>
        <w:t> </w:t>
      </w:r>
      <w:r w:rsidRPr="001F3696">
        <w:t>8.3.3 Všeobecných technických podmínek na realizaci</w:t>
      </w:r>
      <w:r w:rsidR="00A349C6" w:rsidRPr="001F3696">
        <w:t xml:space="preserve"> a </w:t>
      </w:r>
      <w:r w:rsidRPr="001F3696">
        <w:t>lhůty stanovené</w:t>
      </w:r>
      <w:r w:rsidR="00A349C6" w:rsidRPr="001F3696">
        <w:t xml:space="preserve"> v </w:t>
      </w:r>
      <w:r w:rsidRPr="001F3696">
        <w:t>odst. 2.10</w:t>
      </w:r>
      <w:r w:rsidR="00A349C6" w:rsidRPr="001F3696">
        <w:t xml:space="preserve"> a </w:t>
      </w:r>
      <w:r w:rsidRPr="001F3696">
        <w:t>2.11 Obchodních podmínek se</w:t>
      </w:r>
      <w:r w:rsidR="00A349C6" w:rsidRPr="001F3696">
        <w:t xml:space="preserve"> v </w:t>
      </w:r>
      <w:r w:rsidRPr="001F3696">
        <w:t xml:space="preserve">případě této Smlouvy nepoužijí. </w:t>
      </w:r>
    </w:p>
    <w:p w14:paraId="70B769A1" w14:textId="77777777" w:rsidR="007D26F9" w:rsidRDefault="007D26F9" w:rsidP="00BC5BDD">
      <w:pPr>
        <w:pStyle w:val="Text1-1"/>
      </w:pPr>
      <w:r w:rsidRPr="001F3696">
        <w:t>Práva</w:t>
      </w:r>
      <w:r w:rsidR="00A349C6" w:rsidRPr="001F3696">
        <w:t xml:space="preserve"> a </w:t>
      </w:r>
      <w:r w:rsidRPr="001F3696">
        <w:t>povinnosti smluvních stran se řídí touto</w:t>
      </w:r>
      <w:r>
        <w:t xml:space="preserve">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05F18E97" w14:textId="5A4D1CAA" w:rsidR="00A77EE6" w:rsidRDefault="00A77EE6" w:rsidP="00966A91">
      <w:pPr>
        <w:pStyle w:val="Text1-1"/>
        <w:numPr>
          <w:ilvl w:val="0"/>
          <w:numId w:val="0"/>
        </w:numPr>
        <w:ind w:left="737"/>
      </w:pPr>
      <w:r>
        <w:t xml:space="preserve"> </w:t>
      </w:r>
    </w:p>
    <w:p w14:paraId="1EF7F13A" w14:textId="77777777" w:rsidR="00A77EE6" w:rsidRDefault="00A77EE6" w:rsidP="00966A91">
      <w:pPr>
        <w:pStyle w:val="Text1-1"/>
        <w:numPr>
          <w:ilvl w:val="0"/>
          <w:numId w:val="0"/>
        </w:numPr>
        <w:ind w:left="737"/>
      </w:pPr>
      <w:r>
        <w:t>Z důvodu centralizace podatelen státní organizace Správa železnic k 1. 7. 2021 bude Zhotovitel s účinností od uvedeného data daňové doklady vystavovat a tyto Objednateli doručovat některým z níže uvedených způsobů:</w:t>
      </w:r>
    </w:p>
    <w:p w14:paraId="28EE04A8" w14:textId="77777777" w:rsidR="00A77EE6" w:rsidRDefault="00A77EE6" w:rsidP="00966A91">
      <w:pPr>
        <w:pStyle w:val="Text1-1"/>
        <w:numPr>
          <w:ilvl w:val="0"/>
          <w:numId w:val="0"/>
        </w:numPr>
        <w:ind w:left="737"/>
      </w:pPr>
      <w:r>
        <w:t>•</w:t>
      </w:r>
      <w:r>
        <w:tab/>
        <w:t xml:space="preserve">v listinné podobě v jednom vyhotovení na adresu Správa železnic, státní organizace, Centrální finanční účtárna Čechy, Náměstí Jana </w:t>
      </w:r>
      <w:proofErr w:type="spellStart"/>
      <w:r>
        <w:t>Pernera</w:t>
      </w:r>
      <w:proofErr w:type="spellEnd"/>
      <w:r>
        <w:t xml:space="preserve"> 217, 530 02 Pardubice, nebo</w:t>
      </w:r>
    </w:p>
    <w:p w14:paraId="4E35588D" w14:textId="77777777" w:rsidR="00A77EE6" w:rsidRDefault="00A77EE6" w:rsidP="00966A91">
      <w:pPr>
        <w:pStyle w:val="Text1-1"/>
        <w:numPr>
          <w:ilvl w:val="0"/>
          <w:numId w:val="0"/>
        </w:numPr>
        <w:ind w:left="737"/>
      </w:pPr>
      <w:r>
        <w:t>•</w:t>
      </w:r>
      <w:r>
        <w:tab/>
        <w:t>v elektronické podobě na e-mailovou adresu: ePodatelnaCFU@spravazeleznic.cz, nebo</w:t>
      </w:r>
    </w:p>
    <w:p w14:paraId="6F9309EA" w14:textId="77777777" w:rsidR="00A77EE6" w:rsidRDefault="00A77EE6" w:rsidP="00966A91">
      <w:pPr>
        <w:pStyle w:val="Text1-1"/>
        <w:numPr>
          <w:ilvl w:val="0"/>
          <w:numId w:val="0"/>
        </w:numPr>
        <w:ind w:left="737"/>
      </w:pPr>
      <w:r>
        <w:t>•</w:t>
      </w:r>
      <w:r>
        <w:tab/>
        <w:t xml:space="preserve">datovou zprávou na identifikátor datové schránky: </w:t>
      </w:r>
      <w:proofErr w:type="spellStart"/>
      <w:r>
        <w:t>uccchjm</w:t>
      </w:r>
      <w:proofErr w:type="spellEnd"/>
      <w:r>
        <w:t>.</w:t>
      </w:r>
    </w:p>
    <w:p w14:paraId="4A696DF4" w14:textId="76F03709" w:rsidR="00A77EE6" w:rsidRDefault="00A77EE6" w:rsidP="00A77EE6">
      <w:pPr>
        <w:pStyle w:val="Text1-1"/>
        <w:numPr>
          <w:ilvl w:val="0"/>
          <w:numId w:val="0"/>
        </w:numPr>
        <w:ind w:left="737"/>
      </w:pPr>
      <w:r>
        <w:t>Po dokončení Díla Zhotovitel vyhotoví a předá Objednateli konečný daňový doklad.</w:t>
      </w:r>
    </w:p>
    <w:p w14:paraId="0E33520E" w14:textId="77777777" w:rsidR="00A77EE6" w:rsidRDefault="00A77EE6" w:rsidP="00C64C19">
      <w:pPr>
        <w:pStyle w:val="Text1-1"/>
        <w:numPr>
          <w:ilvl w:val="0"/>
          <w:numId w:val="0"/>
        </w:numPr>
        <w:ind w:left="737"/>
      </w:pP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1F369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rsidRPr="001F3696">
        <w:t xml:space="preserve">jen GDPR), které se na něj </w:t>
      </w:r>
      <w:r w:rsidR="008F7242" w:rsidRPr="001F3696">
        <w:t>jako na zpracovatele vztahují</w:t>
      </w:r>
      <w:r w:rsidR="00A349C6" w:rsidRPr="001F3696">
        <w:t xml:space="preserve"> a </w:t>
      </w:r>
      <w:r w:rsidRPr="001F3696">
        <w:t>plnění těchto povinností na vyžádání doložit Objednateli.</w:t>
      </w:r>
    </w:p>
    <w:p w14:paraId="2ABC55C4" w14:textId="2A4342FC" w:rsidR="007D26F9" w:rsidRPr="001F3696" w:rsidRDefault="00982346" w:rsidP="00BC5BDD">
      <w:pPr>
        <w:pStyle w:val="Text1-1"/>
      </w:pPr>
      <w:r w:rsidRPr="001F3696">
        <w:t>NEOBSAZENO</w:t>
      </w:r>
    </w:p>
    <w:p w14:paraId="4DA874A7" w14:textId="77777777" w:rsidR="007D26F9" w:rsidRPr="009D7398" w:rsidRDefault="007D26F9" w:rsidP="00BC5BDD">
      <w:pPr>
        <w:pStyle w:val="Text1-1"/>
        <w:rPr>
          <w:color w:val="FF0000"/>
        </w:rPr>
      </w:pPr>
      <w:r w:rsidRPr="001F3696">
        <w:t>Objednatel si vyhrazuje změnu zhotovitele</w:t>
      </w:r>
      <w:r w:rsidR="00A349C6" w:rsidRPr="001F3696">
        <w:t xml:space="preserve"> v </w:t>
      </w:r>
      <w:r w:rsidRPr="001F3696">
        <w:t>průběhu plnění veřejné zakázky, dojde-li</w:t>
      </w:r>
      <w:r w:rsidR="00A349C6" w:rsidRPr="001F3696">
        <w:t xml:space="preserve"> k </w:t>
      </w:r>
      <w:r w:rsidRPr="001F3696">
        <w:t>předčasnému ukončení této Smlouvy ze strany Zhotovitele nebo</w:t>
      </w:r>
      <w:r w:rsidR="00A349C6" w:rsidRPr="001F3696">
        <w:t xml:space="preserve"> k </w:t>
      </w:r>
      <w:r w:rsidRPr="001F3696">
        <w:t>předčasnému ukončení Smlouvy ze strany Objednatele</w:t>
      </w:r>
      <w:r w:rsidR="00A349C6" w:rsidRPr="001F3696">
        <w:t xml:space="preserve"> z </w:t>
      </w:r>
      <w:r w:rsidRPr="001F3696">
        <w:t>důvodu porušení povinnosti Zhotovitele. Smluvní strany výslovně</w:t>
      </w:r>
      <w:r w:rsidRPr="009A12BD">
        <w:t xml:space="preserve">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w:t>
      </w:r>
      <w:r w:rsidRPr="00CF42C9">
        <w:rPr>
          <w:rFonts w:eastAsia="Times New Roman" w:cs="Times New Roman"/>
          <w:sz w:val="18"/>
          <w:szCs w:val="18"/>
        </w:rPr>
        <w:lastRenderedPageBreak/>
        <w:t>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27C6C91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01E5473" w14:textId="10885A9D" w:rsidR="00982346" w:rsidRPr="009A12BD" w:rsidRDefault="00982346" w:rsidP="00854013">
      <w:pPr>
        <w:pStyle w:val="Text1-1"/>
        <w:numPr>
          <w:ilvl w:val="0"/>
          <w:numId w:val="0"/>
        </w:numPr>
        <w:ind w:left="737"/>
      </w:pPr>
      <w:r w:rsidRPr="00982346">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w:t>
      </w:r>
      <w:r w:rsidRPr="00982346">
        <w:lastRenderedPageBreak/>
        <w:t>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1F3696"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w:t>
      </w:r>
      <w:r w:rsidRPr="001F3696">
        <w:t>ustanovení právních předpisů jinak. Smluvní strany se zavazují bez zbytečného odkladu po výzvě kterékoliv strany takové neplatné či nevynutitelné ustanovení nahradit platným</w:t>
      </w:r>
      <w:r w:rsidR="00A349C6" w:rsidRPr="001F3696">
        <w:t xml:space="preserve"> a </w:t>
      </w:r>
      <w:r w:rsidRPr="001F3696">
        <w:t>vynutitelným ustanovením, které je svým obsahem nejbližší účelu neplatného či nevynutitelného ustanovení.</w:t>
      </w:r>
    </w:p>
    <w:p w14:paraId="6B8F4549" w14:textId="77777777" w:rsidR="00B36579" w:rsidRPr="001F3696" w:rsidRDefault="00B36579" w:rsidP="00B36579">
      <w:pPr>
        <w:pStyle w:val="Text1-1"/>
      </w:pPr>
      <w:r w:rsidRPr="001F3696">
        <w:t xml:space="preserve">Tato Smlouva je vyhotovena ve </w:t>
      </w:r>
      <w:r w:rsidRPr="001F3696">
        <w:rPr>
          <w:b/>
          <w:highlight w:val="yellow"/>
        </w:rPr>
        <w:t>"[VLOŽÍ ZHOTOVITEL]"</w:t>
      </w:r>
      <w:r w:rsidRPr="001F3696">
        <w:t xml:space="preserve">  vyhotoveních, z nichž Objednatel obdrží jedno vyhotovení a Zhotovitel obdrží </w:t>
      </w:r>
      <w:r w:rsidRPr="00750668">
        <w:rPr>
          <w:highlight w:val="yellow"/>
        </w:rPr>
        <w:t>"[VLOŽÍ ZHOTOVITEL]"</w:t>
      </w:r>
      <w:r w:rsidRPr="001F3696">
        <w:t xml:space="preserve">  vyhotovení.</w:t>
      </w:r>
    </w:p>
    <w:p w14:paraId="7261EA44" w14:textId="77777777" w:rsidR="00B36579" w:rsidRPr="001F3696" w:rsidRDefault="00B36579" w:rsidP="00B36579">
      <w:pPr>
        <w:pStyle w:val="Text1-1"/>
        <w:numPr>
          <w:ilvl w:val="0"/>
          <w:numId w:val="0"/>
        </w:numPr>
        <w:ind w:left="737"/>
      </w:pPr>
      <w:r w:rsidRPr="001F3696">
        <w:t>Alternativa</w:t>
      </w:r>
    </w:p>
    <w:p w14:paraId="31653082" w14:textId="77777777" w:rsidR="00B36579" w:rsidRPr="001F3696" w:rsidRDefault="00B36579" w:rsidP="00B36579">
      <w:pPr>
        <w:pStyle w:val="Text1-1"/>
        <w:numPr>
          <w:ilvl w:val="0"/>
          <w:numId w:val="0"/>
        </w:numPr>
        <w:ind w:left="737"/>
      </w:pPr>
      <w:r w:rsidRPr="001F3696">
        <w:t>Tato Smlouva je sepsána v jednom vyhotovení v elektronické formě. Tato Smlouva je uzavřena zaručeným elektronickým podpisem obou smluvních stran. Smlouva nabývá účinnosti dnem uveřejnění v registru smluv.</w:t>
      </w:r>
    </w:p>
    <w:p w14:paraId="38774F9C" w14:textId="77777777" w:rsidR="007D26F9" w:rsidRDefault="007D26F9" w:rsidP="00342DC7">
      <w:pPr>
        <w:pStyle w:val="Text1-1"/>
      </w:pPr>
      <w:r w:rsidRPr="001F3696">
        <w:t>Obě Smluvní strany souhlasí</w:t>
      </w:r>
      <w:r w:rsidR="00A349C6" w:rsidRPr="001F3696">
        <w:t xml:space="preserve"> v </w:t>
      </w:r>
      <w:r w:rsidRPr="001F3696">
        <w:t>souvislosti</w:t>
      </w:r>
      <w:r w:rsidR="00A349C6" w:rsidRPr="001F3696">
        <w:t xml:space="preserve"> s </w:t>
      </w:r>
      <w:r w:rsidRPr="001F3696">
        <w:t>aplikací zákona č. 340/2015 Sb. (zákon</w:t>
      </w:r>
      <w:r w:rsidR="00A349C6" w:rsidRPr="001F3696">
        <w:t xml:space="preserve"> o </w:t>
      </w:r>
      <w:r w:rsidRPr="001F3696">
        <w:t>registru smluv, dále jen ZRS)</w:t>
      </w:r>
      <w:r w:rsidR="00A349C6" w:rsidRPr="001F3696">
        <w:t xml:space="preserve"> s </w:t>
      </w:r>
      <w:r w:rsidRPr="001F3696">
        <w:t>uveřejněním této Smlouvy</w:t>
      </w:r>
      <w:r w:rsidR="00A349C6" w:rsidRPr="001F3696">
        <w:t xml:space="preserve"> v </w:t>
      </w:r>
      <w:r w:rsidRPr="001F3696">
        <w:t>registru smluv</w:t>
      </w:r>
      <w:r w:rsidR="00A349C6" w:rsidRPr="001F3696">
        <w:t xml:space="preserve"> v </w:t>
      </w:r>
      <w:r w:rsidRPr="001F3696">
        <w:t>rozsahu vyžadovaném ZRS</w:t>
      </w:r>
      <w:r w:rsidR="00A349C6" w:rsidRPr="001F3696">
        <w:t xml:space="preserve"> a </w:t>
      </w:r>
      <w:r w:rsidRPr="001F3696">
        <w:t xml:space="preserve">současně </w:t>
      </w:r>
      <w:r w:rsidR="008F7242" w:rsidRPr="001F3696">
        <w:t>souhlasí se zveřejněním údajů</w:t>
      </w:r>
      <w:r w:rsidR="00A349C6" w:rsidRPr="001F3696">
        <w:t xml:space="preserve"> o </w:t>
      </w:r>
      <w:r w:rsidRPr="001F3696">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E38D820" w:rsidR="007D26F9" w:rsidRDefault="007D26F9" w:rsidP="00342DC7">
      <w:pPr>
        <w:pStyle w:val="Textbezslovn"/>
      </w:pPr>
      <w:r w:rsidRPr="00A349C6">
        <w:rPr>
          <w:b/>
        </w:rPr>
        <w:t>Příloha č. 1:</w:t>
      </w:r>
      <w:r w:rsidR="008F7242">
        <w:t xml:space="preserve"> </w:t>
      </w:r>
      <w:r w:rsidR="008F7242">
        <w:tab/>
      </w:r>
      <w:r>
        <w:t xml:space="preserve">Obchodní podmínky – </w:t>
      </w:r>
      <w:r w:rsidR="00982346">
        <w:t>OP/R/22-21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E42B67C" w:rsidR="007D26F9" w:rsidRDefault="00F43D42" w:rsidP="00F43D42">
      <w:pPr>
        <w:pStyle w:val="Textbezslovn"/>
        <w:ind w:left="2127"/>
      </w:pPr>
      <w:r>
        <w:t xml:space="preserve">b) </w:t>
      </w:r>
      <w:r w:rsidR="007D26F9">
        <w:t xml:space="preserve">Všeobecné technické podmínky – </w:t>
      </w:r>
      <w:r w:rsidR="00982346">
        <w:t>VTP/R/14-20</w:t>
      </w:r>
    </w:p>
    <w:p w14:paraId="239F0F49" w14:textId="34017305" w:rsidR="007D26F9" w:rsidRDefault="00F43D42" w:rsidP="00F43D42">
      <w:pPr>
        <w:pStyle w:val="Textbezslovn"/>
        <w:ind w:left="2127"/>
      </w:pPr>
      <w:r>
        <w:t xml:space="preserve">c) </w:t>
      </w:r>
      <w:r w:rsidR="007D26F9">
        <w:t xml:space="preserve">Zvláštní technické podmínky </w:t>
      </w:r>
      <w:r w:rsidR="00DE4D54">
        <w:t xml:space="preserve">- </w:t>
      </w:r>
      <w:r w:rsidR="00DE4D54" w:rsidRPr="00DE4D54">
        <w:t>ZTP „Třinec ON – úprava nevyužitých prostor“ ze dne 21. 5.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341EDA4E" w:rsidR="00F422D3" w:rsidRDefault="00F422D3" w:rsidP="009F0867">
      <w:pPr>
        <w:pStyle w:val="Textbezodsazen"/>
      </w:pPr>
      <w:r>
        <w:t>V</w:t>
      </w:r>
      <w:r w:rsidR="002D7AA5">
        <w:t xml:space="preserve"> Olomouci</w:t>
      </w:r>
      <w:r>
        <w:tab/>
      </w:r>
      <w:r>
        <w:tab/>
      </w:r>
      <w:r>
        <w:tab/>
      </w:r>
      <w:r w:rsidR="0018788E">
        <w:tab/>
      </w:r>
      <w:r w:rsidR="0018788E">
        <w:tab/>
      </w:r>
      <w:r>
        <w:tab/>
        <w:t xml:space="preserve">V…………………. </w:t>
      </w:r>
    </w:p>
    <w:p w14:paraId="2D11EEF0" w14:textId="77777777" w:rsidR="00F422D3" w:rsidRDefault="00F422D3" w:rsidP="009F0867">
      <w:pPr>
        <w:pStyle w:val="Textbezodsazen"/>
      </w:pPr>
    </w:p>
    <w:p w14:paraId="2408398B" w14:textId="45C41CCF" w:rsidR="00F422D3" w:rsidRDefault="00C13D28" w:rsidP="009F0867">
      <w:pPr>
        <w:pStyle w:val="Textbezodsazen"/>
      </w:pPr>
      <w: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AE36AE7" w:rsidR="00CB4F6D" w:rsidRPr="00CB4F6D" w:rsidRDefault="00982346" w:rsidP="00CB4F6D">
      <w:pPr>
        <w:pStyle w:val="Textbezodsazen"/>
      </w:pPr>
      <w:r>
        <w:t>OP/R/22-21</w:t>
      </w:r>
    </w:p>
    <w:p w14:paraId="1F9736EE" w14:textId="77777777" w:rsidR="007145F3" w:rsidRDefault="007145F3" w:rsidP="00CB4F6D">
      <w:pPr>
        <w:pStyle w:val="Textbezodsazen"/>
      </w:pPr>
    </w:p>
    <w:p w14:paraId="0723162A" w14:textId="222C49AE" w:rsidR="007145F3" w:rsidRDefault="00EF09EB" w:rsidP="00CB4F6D">
      <w:pPr>
        <w:pStyle w:val="Textbezodsazen"/>
      </w:pPr>
      <w:r w:rsidRPr="00EF09EB">
        <w:t xml:space="preserve">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EF09EB">
        <w:t>ust</w:t>
      </w:r>
      <w:proofErr w:type="spellEnd"/>
      <w:r w:rsidRPr="00EF09EB">
        <w:t>. § 1751 občanského zákoníku Obchodní podmínky tvoří část obsahu Smlouvy.</w:t>
      </w: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904F052"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82346">
        <w:rPr>
          <w:b/>
        </w:rPr>
        <w:t>VTP/R/</w:t>
      </w:r>
      <w:r w:rsidR="00DE4D54">
        <w:rPr>
          <w:b/>
        </w:rPr>
        <w:t>14-20</w:t>
      </w:r>
    </w:p>
    <w:p w14:paraId="3D843296" w14:textId="2C294EDC" w:rsidR="00EF09EB" w:rsidRDefault="00EF09EB" w:rsidP="00966A91">
      <w:pPr>
        <w:pStyle w:val="Odstavec1-1a"/>
        <w:ind w:left="709"/>
        <w:rPr>
          <w:rStyle w:val="Tun"/>
          <w:b w:val="0"/>
        </w:rPr>
      </w:pPr>
      <w:r w:rsidRPr="00966A91">
        <w:rPr>
          <w:rStyle w:val="Tun"/>
          <w:b w:val="0"/>
        </w:rPr>
        <w:t xml:space="preserve">Všeobecné technické podmínky </w:t>
      </w:r>
      <w:r>
        <w:rPr>
          <w:rStyle w:val="Tun"/>
          <w:b w:val="0"/>
        </w:rPr>
        <w:t xml:space="preserve">VTP/R/14-20 </w:t>
      </w:r>
      <w:r w:rsidRPr="00966A91">
        <w:rPr>
          <w:rStyle w:val="Tun"/>
          <w:b w:val="0"/>
        </w:rPr>
        <w:t xml:space="preserve">nejsou pevně připojeny ke Smlouvě, byly Zhotoviteli předány jako součást zadávací dokumentace. Smluvní strany podpisem této Smlouvy stvrzují, že jsou s obsahem Všeobecných technických podmínek </w:t>
      </w:r>
      <w:r>
        <w:rPr>
          <w:rStyle w:val="Tun"/>
          <w:b w:val="0"/>
        </w:rPr>
        <w:t xml:space="preserve">VTP/R/14-20 </w:t>
      </w:r>
      <w:r w:rsidRPr="00966A91">
        <w:rPr>
          <w:rStyle w:val="Tun"/>
          <w:b w:val="0"/>
        </w:rPr>
        <w:t xml:space="preserve">plně seznámeny a že v souladu s </w:t>
      </w:r>
      <w:proofErr w:type="spellStart"/>
      <w:r w:rsidRPr="00966A91">
        <w:rPr>
          <w:rStyle w:val="Tun"/>
          <w:b w:val="0"/>
        </w:rPr>
        <w:t>ust</w:t>
      </w:r>
      <w:proofErr w:type="spellEnd"/>
      <w:r w:rsidRPr="00966A91">
        <w:rPr>
          <w:rStyle w:val="Tun"/>
          <w:b w:val="0"/>
        </w:rPr>
        <w:t xml:space="preserve">. § 1751 občanského zákoníku Všeobecné technické podmínky </w:t>
      </w:r>
      <w:r>
        <w:rPr>
          <w:rStyle w:val="Tun"/>
          <w:b w:val="0"/>
        </w:rPr>
        <w:t xml:space="preserve">VTP/R/14-20 </w:t>
      </w:r>
      <w:r w:rsidRPr="00966A91">
        <w:rPr>
          <w:rStyle w:val="Tun"/>
          <w:b w:val="0"/>
        </w:rPr>
        <w:t>tvoří část obsahu Smlouvy.</w:t>
      </w:r>
    </w:p>
    <w:p w14:paraId="70D78553" w14:textId="77777777" w:rsidR="00EF09EB" w:rsidRPr="00966A91" w:rsidRDefault="00EF09EB" w:rsidP="00966A91">
      <w:pPr>
        <w:pStyle w:val="Odstavec1-1a"/>
        <w:rPr>
          <w:rStyle w:val="Tun"/>
          <w:b w:val="0"/>
        </w:rPr>
      </w:pPr>
    </w:p>
    <w:p w14:paraId="06E8E92A" w14:textId="2281716E" w:rsidR="00342DC7" w:rsidRDefault="00342DC7" w:rsidP="00966A91">
      <w:pPr>
        <w:pStyle w:val="Odstavec1-1a"/>
        <w:numPr>
          <w:ilvl w:val="0"/>
          <w:numId w:val="13"/>
        </w:numPr>
        <w:tabs>
          <w:tab w:val="clear" w:pos="1475"/>
          <w:tab w:val="num" w:pos="1077"/>
        </w:tabs>
        <w:ind w:left="1077"/>
      </w:pPr>
      <w:r w:rsidRPr="00AE4B52">
        <w:rPr>
          <w:rStyle w:val="Tun"/>
        </w:rPr>
        <w:t xml:space="preserve">Zvláštní technické podmínky </w:t>
      </w:r>
      <w:r w:rsidR="00DE4D54" w:rsidRPr="00DE4D54">
        <w:rPr>
          <w:b/>
        </w:rPr>
        <w:t>ZTP</w:t>
      </w:r>
      <w:r w:rsidR="00DE4D54">
        <w:rPr>
          <w:b/>
        </w:rPr>
        <w:t xml:space="preserve"> „</w:t>
      </w:r>
      <w:r w:rsidR="00DE4D54" w:rsidRPr="00DE4D54">
        <w:rPr>
          <w:b/>
        </w:rPr>
        <w:t>Třinec ON – úprava nevyužitých prostor</w:t>
      </w:r>
      <w:r w:rsidR="00DE4D54">
        <w:rPr>
          <w:b/>
        </w:rPr>
        <w:t>“ ze dne 21. 5. 2021</w:t>
      </w:r>
    </w:p>
    <w:p w14:paraId="3045A263" w14:textId="3B72FA86" w:rsidR="00342DC7" w:rsidRDefault="00EF09EB" w:rsidP="00966A91">
      <w:pPr>
        <w:pStyle w:val="Textbezodsazen"/>
        <w:ind w:left="709"/>
      </w:pPr>
      <w:r w:rsidRPr="00EF09EB">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EF09EB">
        <w:t>ust</w:t>
      </w:r>
      <w:proofErr w:type="spellEnd"/>
      <w:r w:rsidRPr="00EF09EB">
        <w:t>. § 1751 občanského zákoníku Zvláštní technické podmínky tvoří část obsahu Smlouvy.</w:t>
      </w: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0A941E17" w:rsidR="00985DF9" w:rsidRPr="000C2B01" w:rsidRDefault="00DE4D54" w:rsidP="001A025F">
      <w:pPr>
        <w:pStyle w:val="Odrka1-2-"/>
        <w:numPr>
          <w:ilvl w:val="0"/>
          <w:numId w:val="45"/>
        </w:numPr>
      </w:pPr>
      <w:r w:rsidRPr="00DE4D54">
        <w:t>DPS, zpracovatel Ing. Pavel Krátký, Opavská 6230/29a, Ostrava-Poruba (10/2020</w:t>
      </w:r>
      <w:r>
        <w:t>)</w:t>
      </w:r>
    </w:p>
    <w:p w14:paraId="558611A4" w14:textId="455534EA" w:rsidR="00C13D28" w:rsidRDefault="00985DF9" w:rsidP="00C13D28">
      <w:pPr>
        <w:pStyle w:val="Odrka1-2-"/>
        <w:numPr>
          <w:ilvl w:val="0"/>
          <w:numId w:val="45"/>
        </w:numPr>
      </w:pPr>
      <w:r w:rsidRPr="000C2B01">
        <w:t>Stavební povolení</w:t>
      </w:r>
      <w:r w:rsidR="001A025F">
        <w:t xml:space="preserve"> </w:t>
      </w:r>
      <w:r w:rsidR="00C13D28">
        <w:t>bude předáno vybranému dodavateli.</w:t>
      </w:r>
    </w:p>
    <w:p w14:paraId="5CD37F06" w14:textId="24F7E836" w:rsidR="00AE4B52" w:rsidRPr="001F518E" w:rsidRDefault="00AE4B52" w:rsidP="00966A91">
      <w:pPr>
        <w:pStyle w:val="Odrka1-2-"/>
        <w:numPr>
          <w:ilvl w:val="0"/>
          <w:numId w:val="0"/>
        </w:numPr>
        <w:ind w:left="360"/>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9823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73449BC5" w:rsidR="003A3EAA" w:rsidRPr="00F95FBD" w:rsidRDefault="003A3EAA" w:rsidP="003A3EAA">
            <w:pPr>
              <w:pStyle w:val="Tabulka"/>
              <w:cnfStyle w:val="100000000000" w:firstRow="1" w:lastRow="0" w:firstColumn="0" w:lastColumn="0" w:oddVBand="0" w:evenVBand="0" w:oddHBand="0" w:evenHBand="0" w:firstRowFirstColumn="0" w:firstRowLastColumn="0" w:lastRowFirstColumn="0" w:lastRowLastColumn="0"/>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5E5B1758" w14:textId="77777777" w:rsidTr="009823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6C50445A" w14:textId="2A18B740"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79A0DEBA" w14:textId="77777777" w:rsidTr="009823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13ACE45"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481C3FD9" w14:textId="77777777" w:rsidTr="009823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1807F380"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51C9C29B" w:rsidR="003A3EAA" w:rsidRPr="001F518E" w:rsidRDefault="00DE4D54"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Pazlar</w:t>
            </w:r>
          </w:p>
        </w:tc>
      </w:tr>
      <w:tr w:rsidR="003A3EAA" w:rsidRPr="00F95FBD" w14:paraId="2A27B8BA"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888FB91" w14:textId="1CAC7A98"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34920FFB"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D377884" w:rsidR="003A3EAA" w:rsidRPr="001F518E" w:rsidRDefault="00BE1200"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DE4D54" w:rsidRPr="00CC6EF9">
                <w:rPr>
                  <w:rStyle w:val="Hypertextovodkaz"/>
                  <w:noProof w:val="0"/>
                  <w:highlight w:val="green"/>
                </w:rPr>
                <w:t>Pazlar@spravazeleznic.cz</w:t>
              </w:r>
            </w:hyperlink>
          </w:p>
        </w:tc>
      </w:tr>
      <w:tr w:rsidR="003A3EAA" w:rsidRPr="00F95FBD" w14:paraId="207849E6"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47D67258" w:rsidR="003A3EAA" w:rsidRPr="001F518E" w:rsidRDefault="00DE4D54"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+420 727 950 413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lastRenderedPageBreak/>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89E9D99" w14:textId="77777777" w:rsidR="00165977" w:rsidRPr="00F95FBD" w:rsidRDefault="00165977" w:rsidP="00165977">
      <w:pPr>
        <w:pStyle w:val="Tabulka"/>
      </w:pPr>
    </w:p>
    <w:p w14:paraId="4810B778" w14:textId="0F846CD1"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r w:rsidR="00DE4D54">
        <w:rPr>
          <w:sz w:val="18"/>
          <w:szCs w:val="18"/>
        </w:rPr>
        <w:t xml:space="preserve"> – zástupce stavbyvedoucího</w:t>
      </w:r>
    </w:p>
    <w:tbl>
      <w:tblPr>
        <w:tblStyle w:val="Tabulka10"/>
        <w:tblW w:w="8868" w:type="dxa"/>
        <w:tblLook w:val="04A0" w:firstRow="1" w:lastRow="0" w:firstColumn="1" w:lastColumn="0" w:noHBand="0" w:noVBand="1"/>
      </w:tblPr>
      <w:tblGrid>
        <w:gridCol w:w="3056"/>
        <w:gridCol w:w="5812"/>
      </w:tblGrid>
      <w:tr w:rsidR="0018030C" w:rsidRPr="00F95FBD" w14:paraId="70155A30" w14:textId="77777777" w:rsidTr="0098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E43014" w14:textId="67C5761F"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0B367933"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8030C" w:rsidRPr="00F95FBD" w:rsidRDefault="0018030C" w:rsidP="0018030C">
            <w:pPr>
              <w:pStyle w:val="Tabulka"/>
            </w:pPr>
            <w:r w:rsidRPr="00F95FBD">
              <w:t>Adresa</w:t>
            </w:r>
          </w:p>
        </w:tc>
        <w:tc>
          <w:tcPr>
            <w:tcW w:w="5812" w:type="dxa"/>
            <w:vAlign w:val="top"/>
          </w:tcPr>
          <w:p w14:paraId="56621117" w14:textId="568FD30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922A993"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8030C" w:rsidRPr="00F95FBD" w:rsidRDefault="0018030C" w:rsidP="0018030C">
            <w:pPr>
              <w:pStyle w:val="Tabulka"/>
            </w:pPr>
            <w:r w:rsidRPr="00F95FBD">
              <w:t>E-mail</w:t>
            </w:r>
          </w:p>
        </w:tc>
        <w:tc>
          <w:tcPr>
            <w:tcW w:w="5812" w:type="dxa"/>
            <w:vAlign w:val="top"/>
          </w:tcPr>
          <w:p w14:paraId="41619F22" w14:textId="3B0A019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5977E21" w14:textId="77777777" w:rsidTr="00982346">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8030C" w:rsidRPr="00F95FBD" w:rsidRDefault="0018030C" w:rsidP="0018030C">
            <w:pPr>
              <w:pStyle w:val="Tabulka"/>
            </w:pPr>
            <w:r w:rsidRPr="00F95FBD">
              <w:t>Telefon</w:t>
            </w:r>
          </w:p>
        </w:tc>
        <w:tc>
          <w:tcPr>
            <w:tcW w:w="5812" w:type="dxa"/>
            <w:vAlign w:val="top"/>
          </w:tcPr>
          <w:p w14:paraId="51C6E04B" w14:textId="3412A3A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2FCE8C82" w14:textId="77777777" w:rsidR="00165977" w:rsidRPr="00F95FBD" w:rsidRDefault="00165977"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E3C92AC"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3B292E">
              <w:t>Minimálně</w:t>
            </w:r>
            <w:r w:rsidR="00DE4D54" w:rsidRPr="003B292E">
              <w:t xml:space="preserve"> 5</w:t>
            </w:r>
            <w:r w:rsidRPr="003B292E">
              <w:t xml:space="preserve"> mil. Kč na jednu pojistnou událost</w:t>
            </w:r>
            <w:r w:rsidR="00A349C6" w:rsidRPr="003B292E">
              <w:t xml:space="preserve"> a </w:t>
            </w:r>
            <w:r w:rsidR="00DE4D54" w:rsidRPr="003B292E">
              <w:t>10</w:t>
            </w:r>
            <w:r w:rsidRPr="003B292E">
              <w:t xml:space="preserve"> mil. Kč</w:t>
            </w:r>
            <w:r w:rsidR="00A349C6" w:rsidRPr="003B292E">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982346">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982346">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982346">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A2D94" w16cex:dateUtc="2021-05-27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3ABFF7" w16cid:durableId="245A2D3B"/>
  <w16cid:commentId w16cid:paraId="3F4ADB22" w16cid:durableId="245A2D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66A91" w:rsidRDefault="00966A91" w:rsidP="00962258">
      <w:pPr>
        <w:spacing w:after="0" w:line="240" w:lineRule="auto"/>
      </w:pPr>
      <w:r>
        <w:separator/>
      </w:r>
    </w:p>
  </w:endnote>
  <w:endnote w:type="continuationSeparator" w:id="0">
    <w:p w14:paraId="2330D11E" w14:textId="77777777" w:rsidR="00966A91" w:rsidRDefault="00966A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1240A483" w14:textId="77777777" w:rsidTr="00F13FDA">
      <w:tc>
        <w:tcPr>
          <w:tcW w:w="1021" w:type="dxa"/>
          <w:vAlign w:val="bottom"/>
        </w:tcPr>
        <w:p w14:paraId="151E8C0E" w14:textId="60ABEA71" w:rsidR="00966A91" w:rsidRPr="00B8518B" w:rsidRDefault="00966A9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1200">
            <w:rPr>
              <w:rStyle w:val="slostrnky"/>
              <w:noProof/>
            </w:rPr>
            <w:t>31</w:t>
          </w:r>
          <w:r w:rsidRPr="00B8518B">
            <w:rPr>
              <w:rStyle w:val="slostrnky"/>
            </w:rPr>
            <w:fldChar w:fldCharType="end"/>
          </w:r>
        </w:p>
      </w:tc>
      <w:tc>
        <w:tcPr>
          <w:tcW w:w="0" w:type="auto"/>
          <w:vAlign w:val="bottom"/>
        </w:tcPr>
        <w:p w14:paraId="4FEF9FF2" w14:textId="77777777" w:rsidR="00966A91" w:rsidRDefault="00966A91" w:rsidP="00F13FDA">
          <w:pPr>
            <w:pStyle w:val="Zpatvlevo"/>
          </w:pPr>
          <w:r w:rsidRPr="00B41CFD">
            <w:t>Smlouva o dílo</w:t>
          </w:r>
        </w:p>
        <w:p w14:paraId="36D7DCDC" w14:textId="77777777" w:rsidR="00966A91" w:rsidRPr="003462EB" w:rsidRDefault="00966A91" w:rsidP="00F13FDA">
          <w:pPr>
            <w:pStyle w:val="Zpatvlevo"/>
          </w:pPr>
          <w:r w:rsidRPr="00B41CFD">
            <w:t>Zhotovení stavby</w:t>
          </w:r>
        </w:p>
      </w:tc>
    </w:tr>
  </w:tbl>
  <w:p w14:paraId="54F3FF18" w14:textId="77777777" w:rsidR="00966A91" w:rsidRPr="00F13FDA" w:rsidRDefault="00966A9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3C3BD90F" w14:textId="77777777" w:rsidTr="00F13FDA">
      <w:tc>
        <w:tcPr>
          <w:tcW w:w="1021" w:type="dxa"/>
          <w:vAlign w:val="bottom"/>
        </w:tcPr>
        <w:p w14:paraId="607075DB" w14:textId="77777777"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66A91" w:rsidRPr="00DD4862" w:rsidRDefault="00966A91" w:rsidP="00F13FDA">
          <w:pPr>
            <w:pStyle w:val="Zpatvlevo"/>
            <w:rPr>
              <w:b/>
            </w:rPr>
          </w:pPr>
          <w:r>
            <w:rPr>
              <w:b/>
            </w:rPr>
            <w:t>Příloha č. 4</w:t>
          </w:r>
        </w:p>
        <w:p w14:paraId="4F45CE3F" w14:textId="77777777" w:rsidR="00966A91" w:rsidRDefault="00966A91" w:rsidP="00F13FDA">
          <w:pPr>
            <w:pStyle w:val="Zpatvlevo"/>
          </w:pPr>
          <w:r w:rsidRPr="00B41CFD">
            <w:t>Smlouva o dílo</w:t>
          </w:r>
        </w:p>
        <w:p w14:paraId="44062EBD" w14:textId="77777777" w:rsidR="00966A91" w:rsidRPr="003462EB" w:rsidRDefault="00966A91" w:rsidP="00F13FDA">
          <w:pPr>
            <w:pStyle w:val="Zpatvlevo"/>
          </w:pPr>
          <w:r w:rsidRPr="00B41CFD">
            <w:t>Zhotovení stavby</w:t>
          </w:r>
        </w:p>
      </w:tc>
    </w:tr>
  </w:tbl>
  <w:p w14:paraId="5F02EA77" w14:textId="77777777" w:rsidR="00966A91" w:rsidRPr="00F13FDA" w:rsidRDefault="00966A9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140825AC" w14:textId="77777777" w:rsidTr="00A0271B">
      <w:tc>
        <w:tcPr>
          <w:tcW w:w="0" w:type="auto"/>
          <w:tcMar>
            <w:left w:w="0" w:type="dxa"/>
            <w:right w:w="0" w:type="dxa"/>
          </w:tcMar>
          <w:vAlign w:val="bottom"/>
        </w:tcPr>
        <w:p w14:paraId="5C3D2E8D" w14:textId="77777777" w:rsidR="00966A91" w:rsidRPr="00DD4862" w:rsidRDefault="00966A91" w:rsidP="00A0271B">
          <w:pPr>
            <w:pStyle w:val="Zpatvpravo"/>
            <w:rPr>
              <w:b/>
            </w:rPr>
          </w:pPr>
          <w:r w:rsidRPr="00DD4862">
            <w:rPr>
              <w:b/>
            </w:rPr>
            <w:t xml:space="preserve">Příloha č. </w:t>
          </w:r>
          <w:r>
            <w:rPr>
              <w:b/>
            </w:rPr>
            <w:t>4</w:t>
          </w:r>
        </w:p>
        <w:p w14:paraId="322FB8B5" w14:textId="77777777" w:rsidR="00966A91" w:rsidRPr="003462EB" w:rsidRDefault="00966A91" w:rsidP="00A0271B">
          <w:pPr>
            <w:pStyle w:val="Zpatvpravo"/>
          </w:pPr>
          <w:r>
            <w:t>Smlouva o dílo</w:t>
          </w:r>
        </w:p>
        <w:p w14:paraId="6BCDB74A"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4DFD9349" w14:textId="6FB3C406"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1799FC45" w14:textId="77777777" w:rsidR="00966A91" w:rsidRPr="00B8518B" w:rsidRDefault="00966A9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324A3DF3" w14:textId="77777777" w:rsidTr="00F13FDA">
      <w:tc>
        <w:tcPr>
          <w:tcW w:w="1021" w:type="dxa"/>
          <w:vAlign w:val="bottom"/>
        </w:tcPr>
        <w:p w14:paraId="1D3932C5" w14:textId="77777777"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66A91" w:rsidRPr="00DD4862" w:rsidRDefault="00966A91" w:rsidP="00F13FDA">
          <w:pPr>
            <w:pStyle w:val="Zpatvlevo"/>
            <w:rPr>
              <w:b/>
            </w:rPr>
          </w:pPr>
          <w:r>
            <w:rPr>
              <w:b/>
            </w:rPr>
            <w:t>Příloha č. 5</w:t>
          </w:r>
        </w:p>
        <w:p w14:paraId="376871C6" w14:textId="77777777" w:rsidR="00966A91" w:rsidRDefault="00966A91" w:rsidP="00F13FDA">
          <w:pPr>
            <w:pStyle w:val="Zpatvlevo"/>
          </w:pPr>
          <w:r w:rsidRPr="00B41CFD">
            <w:t>Smlouva o dílo</w:t>
          </w:r>
        </w:p>
        <w:p w14:paraId="3CE18223" w14:textId="77777777" w:rsidR="00966A91" w:rsidRPr="003462EB" w:rsidRDefault="00966A91" w:rsidP="00F13FDA">
          <w:pPr>
            <w:pStyle w:val="Zpatvlevo"/>
          </w:pPr>
          <w:r w:rsidRPr="00B41CFD">
            <w:t>Zhotovení stavby</w:t>
          </w:r>
        </w:p>
      </w:tc>
    </w:tr>
  </w:tbl>
  <w:p w14:paraId="653766D2" w14:textId="77777777" w:rsidR="00966A91" w:rsidRPr="00F13FDA" w:rsidRDefault="00966A9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4CAC0333" w14:textId="77777777" w:rsidTr="00A0271B">
      <w:tc>
        <w:tcPr>
          <w:tcW w:w="0" w:type="auto"/>
          <w:tcMar>
            <w:left w:w="0" w:type="dxa"/>
            <w:right w:w="0" w:type="dxa"/>
          </w:tcMar>
          <w:vAlign w:val="bottom"/>
        </w:tcPr>
        <w:p w14:paraId="0A2FA09E" w14:textId="77777777" w:rsidR="00966A91" w:rsidRPr="00DD4862" w:rsidRDefault="00966A91" w:rsidP="00A0271B">
          <w:pPr>
            <w:pStyle w:val="Zpatvpravo"/>
            <w:rPr>
              <w:b/>
            </w:rPr>
          </w:pPr>
          <w:r w:rsidRPr="00DD4862">
            <w:rPr>
              <w:b/>
            </w:rPr>
            <w:t xml:space="preserve">Příloha č. </w:t>
          </w:r>
          <w:r>
            <w:rPr>
              <w:b/>
            </w:rPr>
            <w:t>5</w:t>
          </w:r>
        </w:p>
        <w:p w14:paraId="60317C27" w14:textId="77777777" w:rsidR="00966A91" w:rsidRPr="003462EB" w:rsidRDefault="00966A91" w:rsidP="00A0271B">
          <w:pPr>
            <w:pStyle w:val="Zpatvpravo"/>
          </w:pPr>
          <w:r>
            <w:t>Smlouva o dílo</w:t>
          </w:r>
        </w:p>
        <w:p w14:paraId="6574CB31"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4CA40DA3" w14:textId="2041A930"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7E03A553" w14:textId="77777777" w:rsidR="00966A91" w:rsidRPr="00B8518B" w:rsidRDefault="00966A9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136811E9" w14:textId="77777777" w:rsidTr="00F13FDA">
      <w:tc>
        <w:tcPr>
          <w:tcW w:w="1021" w:type="dxa"/>
          <w:vAlign w:val="bottom"/>
        </w:tcPr>
        <w:p w14:paraId="0F368DE0" w14:textId="08ABB925"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E1200">
            <w:rPr>
              <w:rStyle w:val="slostrnky"/>
              <w:noProof/>
            </w:rPr>
            <w:t>3</w:t>
          </w:r>
          <w:r>
            <w:rPr>
              <w:rStyle w:val="slostrnky"/>
            </w:rPr>
            <w:fldChar w:fldCharType="end"/>
          </w:r>
        </w:p>
      </w:tc>
      <w:tc>
        <w:tcPr>
          <w:tcW w:w="0" w:type="auto"/>
          <w:vAlign w:val="bottom"/>
        </w:tcPr>
        <w:p w14:paraId="3AED8A11" w14:textId="77777777" w:rsidR="00966A91" w:rsidRPr="00DD4862" w:rsidRDefault="00966A91" w:rsidP="00F13FDA">
          <w:pPr>
            <w:pStyle w:val="Zpatvlevo"/>
            <w:rPr>
              <w:b/>
            </w:rPr>
          </w:pPr>
          <w:r>
            <w:rPr>
              <w:b/>
            </w:rPr>
            <w:t>Příloha č. 6</w:t>
          </w:r>
        </w:p>
        <w:p w14:paraId="45D670C9" w14:textId="77777777" w:rsidR="00966A91" w:rsidRDefault="00966A91" w:rsidP="00F13FDA">
          <w:pPr>
            <w:pStyle w:val="Zpatvlevo"/>
          </w:pPr>
          <w:r w:rsidRPr="00B41CFD">
            <w:t>Smlouva o dílo</w:t>
          </w:r>
        </w:p>
        <w:p w14:paraId="4EB1BB37" w14:textId="77777777" w:rsidR="00966A91" w:rsidRPr="003462EB" w:rsidRDefault="00966A91" w:rsidP="00F13FDA">
          <w:pPr>
            <w:pStyle w:val="Zpatvlevo"/>
          </w:pPr>
          <w:r w:rsidRPr="00B41CFD">
            <w:t>Zhotovení stavby</w:t>
          </w:r>
        </w:p>
      </w:tc>
    </w:tr>
  </w:tbl>
  <w:p w14:paraId="1A83E4D3" w14:textId="77777777" w:rsidR="00966A91" w:rsidRPr="00F13FDA" w:rsidRDefault="00966A9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7BA38340" w14:textId="77777777" w:rsidTr="00A0271B">
      <w:tc>
        <w:tcPr>
          <w:tcW w:w="0" w:type="auto"/>
          <w:tcMar>
            <w:left w:w="0" w:type="dxa"/>
            <w:right w:w="0" w:type="dxa"/>
          </w:tcMar>
          <w:vAlign w:val="bottom"/>
        </w:tcPr>
        <w:p w14:paraId="5BBDCBB6" w14:textId="77777777" w:rsidR="00966A91" w:rsidRPr="00DD4862" w:rsidRDefault="00966A91" w:rsidP="00A0271B">
          <w:pPr>
            <w:pStyle w:val="Zpatvpravo"/>
            <w:rPr>
              <w:b/>
            </w:rPr>
          </w:pPr>
          <w:r w:rsidRPr="00DD4862">
            <w:rPr>
              <w:b/>
            </w:rPr>
            <w:t xml:space="preserve">Příloha č. </w:t>
          </w:r>
          <w:r>
            <w:rPr>
              <w:b/>
            </w:rPr>
            <w:t>6</w:t>
          </w:r>
        </w:p>
        <w:p w14:paraId="1B3CE0C2" w14:textId="77777777" w:rsidR="00966A91" w:rsidRPr="003462EB" w:rsidRDefault="00966A91" w:rsidP="00A0271B">
          <w:pPr>
            <w:pStyle w:val="Zpatvpravo"/>
          </w:pPr>
          <w:r>
            <w:t>Smlouva o dílo</w:t>
          </w:r>
        </w:p>
        <w:p w14:paraId="09872B93"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219F699D" w14:textId="41AF7A6B"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3</w:t>
          </w:r>
          <w:r>
            <w:rPr>
              <w:rStyle w:val="slostrnky"/>
            </w:rPr>
            <w:fldChar w:fldCharType="end"/>
          </w:r>
        </w:p>
      </w:tc>
    </w:tr>
  </w:tbl>
  <w:p w14:paraId="4AEF1893" w14:textId="77777777" w:rsidR="00966A91" w:rsidRPr="00B8518B" w:rsidRDefault="00966A9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11166B56" w14:textId="77777777" w:rsidTr="00F13FDA">
      <w:tc>
        <w:tcPr>
          <w:tcW w:w="1021" w:type="dxa"/>
          <w:vAlign w:val="bottom"/>
        </w:tcPr>
        <w:p w14:paraId="65A08FDB" w14:textId="77777777"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66A91" w:rsidRPr="00DD4862" w:rsidRDefault="00966A91" w:rsidP="00F13FDA">
          <w:pPr>
            <w:pStyle w:val="Zpatvlevo"/>
            <w:rPr>
              <w:b/>
            </w:rPr>
          </w:pPr>
          <w:r>
            <w:rPr>
              <w:b/>
            </w:rPr>
            <w:t>Příloha č. 7</w:t>
          </w:r>
        </w:p>
        <w:p w14:paraId="49EBE761" w14:textId="77777777" w:rsidR="00966A91" w:rsidRDefault="00966A91" w:rsidP="00F13FDA">
          <w:pPr>
            <w:pStyle w:val="Zpatvlevo"/>
          </w:pPr>
          <w:r w:rsidRPr="00B41CFD">
            <w:t>Smlouva o dílo</w:t>
          </w:r>
        </w:p>
        <w:p w14:paraId="7A184B87" w14:textId="77777777" w:rsidR="00966A91" w:rsidRPr="003462EB" w:rsidRDefault="00966A91" w:rsidP="00F13FDA">
          <w:pPr>
            <w:pStyle w:val="Zpatvlevo"/>
          </w:pPr>
          <w:r w:rsidRPr="00B41CFD">
            <w:t>Zhotovení stavby</w:t>
          </w:r>
        </w:p>
      </w:tc>
    </w:tr>
  </w:tbl>
  <w:p w14:paraId="24208E4C" w14:textId="77777777" w:rsidR="00966A91" w:rsidRPr="00F13FDA" w:rsidRDefault="00966A9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0DD23A08" w14:textId="77777777" w:rsidTr="00A0271B">
      <w:tc>
        <w:tcPr>
          <w:tcW w:w="0" w:type="auto"/>
          <w:tcMar>
            <w:left w:w="0" w:type="dxa"/>
            <w:right w:w="0" w:type="dxa"/>
          </w:tcMar>
          <w:vAlign w:val="bottom"/>
        </w:tcPr>
        <w:p w14:paraId="60B97E7A" w14:textId="77777777" w:rsidR="00966A91" w:rsidRPr="00DD4862" w:rsidRDefault="00966A91" w:rsidP="00A0271B">
          <w:pPr>
            <w:pStyle w:val="Zpatvpravo"/>
            <w:rPr>
              <w:b/>
            </w:rPr>
          </w:pPr>
          <w:r w:rsidRPr="00DD4862">
            <w:rPr>
              <w:b/>
            </w:rPr>
            <w:t xml:space="preserve">Příloha č. </w:t>
          </w:r>
          <w:r>
            <w:rPr>
              <w:b/>
            </w:rPr>
            <w:t>7</w:t>
          </w:r>
        </w:p>
        <w:p w14:paraId="47360AB3" w14:textId="77777777" w:rsidR="00966A91" w:rsidRPr="003462EB" w:rsidRDefault="00966A91" w:rsidP="00A0271B">
          <w:pPr>
            <w:pStyle w:val="Zpatvpravo"/>
          </w:pPr>
          <w:r>
            <w:t>Smlouva o dílo</w:t>
          </w:r>
        </w:p>
        <w:p w14:paraId="7F4562F2"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23F1C9AA" w14:textId="43A40992"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5508EC05" w14:textId="77777777" w:rsidR="00966A91" w:rsidRPr="00B8518B" w:rsidRDefault="00966A9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7E738D69" w14:textId="77777777" w:rsidTr="00F13FDA">
      <w:tc>
        <w:tcPr>
          <w:tcW w:w="1021" w:type="dxa"/>
          <w:vAlign w:val="bottom"/>
        </w:tcPr>
        <w:p w14:paraId="502BB4D2" w14:textId="77777777"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66A91" w:rsidRPr="00DD4862" w:rsidRDefault="00966A91" w:rsidP="00F13FDA">
          <w:pPr>
            <w:pStyle w:val="Zpatvlevo"/>
            <w:rPr>
              <w:b/>
            </w:rPr>
          </w:pPr>
          <w:r>
            <w:rPr>
              <w:b/>
            </w:rPr>
            <w:t>Příloha č. 8</w:t>
          </w:r>
        </w:p>
        <w:p w14:paraId="120D1055" w14:textId="77777777" w:rsidR="00966A91" w:rsidRDefault="00966A91" w:rsidP="00F13FDA">
          <w:pPr>
            <w:pStyle w:val="Zpatvlevo"/>
          </w:pPr>
          <w:r w:rsidRPr="00B41CFD">
            <w:t>Smlouva o dílo</w:t>
          </w:r>
        </w:p>
        <w:p w14:paraId="1A385723" w14:textId="77777777" w:rsidR="00966A91" w:rsidRPr="003462EB" w:rsidRDefault="00966A91" w:rsidP="00F13FDA">
          <w:pPr>
            <w:pStyle w:val="Zpatvlevo"/>
          </w:pPr>
          <w:r w:rsidRPr="00B41CFD">
            <w:t>Zhotovení stavby</w:t>
          </w:r>
        </w:p>
      </w:tc>
    </w:tr>
  </w:tbl>
  <w:p w14:paraId="32050216" w14:textId="77777777" w:rsidR="00966A91" w:rsidRPr="00F13FDA" w:rsidRDefault="00966A9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7D122B19" w14:textId="77777777" w:rsidTr="00A0271B">
      <w:tc>
        <w:tcPr>
          <w:tcW w:w="0" w:type="auto"/>
          <w:tcMar>
            <w:left w:w="0" w:type="dxa"/>
            <w:right w:w="0" w:type="dxa"/>
          </w:tcMar>
          <w:vAlign w:val="bottom"/>
        </w:tcPr>
        <w:p w14:paraId="4A081609" w14:textId="77777777" w:rsidR="00966A91" w:rsidRPr="00DD4862" w:rsidRDefault="00966A91" w:rsidP="00A0271B">
          <w:pPr>
            <w:pStyle w:val="Zpatvpravo"/>
            <w:rPr>
              <w:b/>
            </w:rPr>
          </w:pPr>
          <w:r w:rsidRPr="00DD4862">
            <w:rPr>
              <w:b/>
            </w:rPr>
            <w:t xml:space="preserve">Příloha č. </w:t>
          </w:r>
          <w:r>
            <w:rPr>
              <w:b/>
            </w:rPr>
            <w:t>8</w:t>
          </w:r>
        </w:p>
        <w:p w14:paraId="33423AB3" w14:textId="77777777" w:rsidR="00966A91" w:rsidRPr="003462EB" w:rsidRDefault="00966A91" w:rsidP="00A0271B">
          <w:pPr>
            <w:pStyle w:val="Zpatvpravo"/>
          </w:pPr>
          <w:r>
            <w:t>Smlouva o dílo</w:t>
          </w:r>
        </w:p>
        <w:p w14:paraId="0ED2C04B"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4627B9DD" w14:textId="7FEB36CA"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3D0C59CA" w14:textId="77777777" w:rsidR="00966A91" w:rsidRPr="00B8518B" w:rsidRDefault="00966A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0257CBFB" w14:textId="77777777" w:rsidTr="00F13FDA">
      <w:tc>
        <w:tcPr>
          <w:tcW w:w="0" w:type="auto"/>
          <w:tcMar>
            <w:left w:w="0" w:type="dxa"/>
            <w:right w:w="0" w:type="dxa"/>
          </w:tcMar>
          <w:vAlign w:val="bottom"/>
        </w:tcPr>
        <w:p w14:paraId="79F4B413" w14:textId="77777777" w:rsidR="00966A91" w:rsidRPr="003462EB" w:rsidRDefault="00966A91" w:rsidP="00F13FDA">
          <w:pPr>
            <w:pStyle w:val="Zpatvpravo"/>
          </w:pPr>
          <w:r>
            <w:t>Smlouva o dílo</w:t>
          </w:r>
        </w:p>
        <w:p w14:paraId="3BAD2C8C" w14:textId="77777777" w:rsidR="00966A91" w:rsidRPr="003462EB" w:rsidRDefault="00966A91" w:rsidP="00F13FDA">
          <w:pPr>
            <w:pStyle w:val="Zpatvpravo"/>
            <w:rPr>
              <w:rStyle w:val="slostrnky"/>
              <w:b w:val="0"/>
              <w:color w:val="auto"/>
              <w:sz w:val="12"/>
            </w:rPr>
          </w:pPr>
          <w:r>
            <w:t xml:space="preserve">Zhotovení stavby </w:t>
          </w:r>
        </w:p>
      </w:tc>
      <w:tc>
        <w:tcPr>
          <w:tcW w:w="1021" w:type="dxa"/>
          <w:vAlign w:val="bottom"/>
        </w:tcPr>
        <w:p w14:paraId="7D92C335" w14:textId="38BE0C1C" w:rsidR="00966A91" w:rsidRPr="009E09BE" w:rsidRDefault="00966A9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1200">
            <w:rPr>
              <w:rStyle w:val="slostrnky"/>
              <w:noProof/>
            </w:rPr>
            <w:t>31</w:t>
          </w:r>
          <w:r w:rsidRPr="00B8518B">
            <w:rPr>
              <w:rStyle w:val="slostrnky"/>
            </w:rPr>
            <w:fldChar w:fldCharType="end"/>
          </w:r>
        </w:p>
      </w:tc>
    </w:tr>
  </w:tbl>
  <w:p w14:paraId="7D391C3E" w14:textId="77777777" w:rsidR="00966A91" w:rsidRPr="00B8518B" w:rsidRDefault="00966A9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760A7963" w14:textId="77777777" w:rsidTr="00F13FDA">
      <w:tc>
        <w:tcPr>
          <w:tcW w:w="1021" w:type="dxa"/>
          <w:vAlign w:val="bottom"/>
        </w:tcPr>
        <w:p w14:paraId="2C967D5C" w14:textId="7EC6A81E"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E1200">
            <w:rPr>
              <w:rStyle w:val="slostrnky"/>
              <w:noProof/>
            </w:rPr>
            <w:t>5</w:t>
          </w:r>
          <w:r>
            <w:rPr>
              <w:rStyle w:val="slostrnky"/>
            </w:rPr>
            <w:fldChar w:fldCharType="end"/>
          </w:r>
        </w:p>
      </w:tc>
      <w:tc>
        <w:tcPr>
          <w:tcW w:w="0" w:type="auto"/>
          <w:vAlign w:val="bottom"/>
        </w:tcPr>
        <w:p w14:paraId="24540392" w14:textId="77777777" w:rsidR="00966A91" w:rsidRPr="00DD4862" w:rsidRDefault="00966A91" w:rsidP="00F13FDA">
          <w:pPr>
            <w:pStyle w:val="Zpatvlevo"/>
            <w:rPr>
              <w:b/>
            </w:rPr>
          </w:pPr>
          <w:r>
            <w:rPr>
              <w:b/>
            </w:rPr>
            <w:t>Příloha č. 9</w:t>
          </w:r>
        </w:p>
        <w:p w14:paraId="4619C703" w14:textId="77777777" w:rsidR="00966A91" w:rsidRDefault="00966A91" w:rsidP="00F13FDA">
          <w:pPr>
            <w:pStyle w:val="Zpatvlevo"/>
          </w:pPr>
          <w:r w:rsidRPr="00B41CFD">
            <w:t>Smlouva o dílo</w:t>
          </w:r>
        </w:p>
        <w:p w14:paraId="65F4A929" w14:textId="77777777" w:rsidR="00966A91" w:rsidRPr="003462EB" w:rsidRDefault="00966A91" w:rsidP="00F13FDA">
          <w:pPr>
            <w:pStyle w:val="Zpatvlevo"/>
          </w:pPr>
          <w:r w:rsidRPr="00B41CFD">
            <w:t>Zhotovení stavby</w:t>
          </w:r>
        </w:p>
      </w:tc>
    </w:tr>
  </w:tbl>
  <w:p w14:paraId="0ADFAF99" w14:textId="77777777" w:rsidR="00966A91" w:rsidRPr="00F13FDA" w:rsidRDefault="00966A9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2AF04367" w14:textId="77777777" w:rsidTr="00A0271B">
      <w:tc>
        <w:tcPr>
          <w:tcW w:w="0" w:type="auto"/>
          <w:tcMar>
            <w:left w:w="0" w:type="dxa"/>
            <w:right w:w="0" w:type="dxa"/>
          </w:tcMar>
          <w:vAlign w:val="bottom"/>
        </w:tcPr>
        <w:p w14:paraId="7F6978BD" w14:textId="77777777" w:rsidR="00966A91" w:rsidRPr="00DD4862" w:rsidRDefault="00966A91" w:rsidP="00A0271B">
          <w:pPr>
            <w:pStyle w:val="Zpatvpravo"/>
            <w:rPr>
              <w:b/>
            </w:rPr>
          </w:pPr>
          <w:r w:rsidRPr="00DD4862">
            <w:rPr>
              <w:b/>
            </w:rPr>
            <w:t xml:space="preserve">Příloha č. </w:t>
          </w:r>
          <w:r>
            <w:rPr>
              <w:b/>
            </w:rPr>
            <w:t>9</w:t>
          </w:r>
        </w:p>
        <w:p w14:paraId="0C49EAB7" w14:textId="77777777" w:rsidR="00966A91" w:rsidRPr="003462EB" w:rsidRDefault="00966A91" w:rsidP="00A0271B">
          <w:pPr>
            <w:pStyle w:val="Zpatvpravo"/>
          </w:pPr>
          <w:r>
            <w:t>Smlouva o dílo</w:t>
          </w:r>
        </w:p>
        <w:p w14:paraId="0ABE324B"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3D9C297C" w14:textId="3D110728"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5</w:t>
          </w:r>
          <w:r>
            <w:rPr>
              <w:rStyle w:val="slostrnky"/>
            </w:rPr>
            <w:fldChar w:fldCharType="end"/>
          </w:r>
        </w:p>
      </w:tc>
    </w:tr>
  </w:tbl>
  <w:p w14:paraId="5E569996" w14:textId="77777777" w:rsidR="00966A91" w:rsidRPr="00B8518B" w:rsidRDefault="00966A9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66A91" w:rsidRDefault="00966A91" w:rsidP="00C1662E">
    <w:pPr>
      <w:pStyle w:val="Zpat"/>
      <w:rPr>
        <w:sz w:val="2"/>
        <w:szCs w:val="2"/>
      </w:rPr>
    </w:pPr>
  </w:p>
  <w:p w14:paraId="27D1AED5" w14:textId="27C2BE80" w:rsidR="00966A91" w:rsidRPr="001E4BDC" w:rsidRDefault="00966A91" w:rsidP="00C1662E">
    <w:pPr>
      <w:pStyle w:val="Zpat"/>
      <w:rPr>
        <w:sz w:val="12"/>
        <w:szCs w:val="12"/>
      </w:rPr>
    </w:pPr>
  </w:p>
  <w:p w14:paraId="322CE0D8" w14:textId="793171DA" w:rsidR="00966A91" w:rsidRPr="001E4BDC" w:rsidRDefault="00966A9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576E4CB6" w14:textId="77777777" w:rsidTr="00F13FDA">
      <w:tc>
        <w:tcPr>
          <w:tcW w:w="1021" w:type="dxa"/>
          <w:vAlign w:val="bottom"/>
        </w:tcPr>
        <w:p w14:paraId="55FBAD66" w14:textId="0BCA0BE4"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66A91" w:rsidRPr="00DD4862" w:rsidRDefault="00966A91" w:rsidP="00F13FDA">
          <w:pPr>
            <w:pStyle w:val="Zpatvlevo"/>
            <w:rPr>
              <w:b/>
            </w:rPr>
          </w:pPr>
          <w:r w:rsidRPr="00DD4862">
            <w:rPr>
              <w:b/>
            </w:rPr>
            <w:t>Příloha č. 1</w:t>
          </w:r>
        </w:p>
        <w:p w14:paraId="09312A8D" w14:textId="77777777" w:rsidR="00966A91" w:rsidRDefault="00966A91" w:rsidP="00F13FDA">
          <w:pPr>
            <w:pStyle w:val="Zpatvlevo"/>
          </w:pPr>
          <w:r w:rsidRPr="00B41CFD">
            <w:t>Smlouva o dílo</w:t>
          </w:r>
        </w:p>
        <w:p w14:paraId="3E3A2370" w14:textId="77777777" w:rsidR="00966A91" w:rsidRPr="003462EB" w:rsidRDefault="00966A91" w:rsidP="00F13FDA">
          <w:pPr>
            <w:pStyle w:val="Zpatvlevo"/>
          </w:pPr>
          <w:r w:rsidRPr="00B41CFD">
            <w:t>Zhotovení stavby</w:t>
          </w:r>
        </w:p>
      </w:tc>
    </w:tr>
  </w:tbl>
  <w:p w14:paraId="3D81D7D4" w14:textId="77777777" w:rsidR="00966A91" w:rsidRPr="00F13FDA" w:rsidRDefault="00966A9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66A91" w:rsidRDefault="00966A9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38DC7AE6" w14:textId="77777777" w:rsidTr="00A0271B">
      <w:tc>
        <w:tcPr>
          <w:tcW w:w="0" w:type="auto"/>
          <w:tcMar>
            <w:left w:w="0" w:type="dxa"/>
            <w:right w:w="0" w:type="dxa"/>
          </w:tcMar>
          <w:vAlign w:val="bottom"/>
        </w:tcPr>
        <w:p w14:paraId="1660DAD1" w14:textId="77777777" w:rsidR="00966A91" w:rsidRPr="00DD4862" w:rsidRDefault="00966A91" w:rsidP="00A0271B">
          <w:pPr>
            <w:pStyle w:val="Zpatvpravo"/>
            <w:rPr>
              <w:b/>
            </w:rPr>
          </w:pPr>
          <w:r w:rsidRPr="00DD4862">
            <w:rPr>
              <w:b/>
            </w:rPr>
            <w:t>Příloha č. 1</w:t>
          </w:r>
        </w:p>
        <w:p w14:paraId="1CB749FC" w14:textId="77777777" w:rsidR="00966A91" w:rsidRPr="003462EB" w:rsidRDefault="00966A91" w:rsidP="00A0271B">
          <w:pPr>
            <w:pStyle w:val="Zpatvpravo"/>
          </w:pPr>
          <w:r>
            <w:t>Smlouva o dílo</w:t>
          </w:r>
        </w:p>
        <w:p w14:paraId="3E9E1C04" w14:textId="77777777" w:rsidR="00966A91" w:rsidRPr="003462EB" w:rsidRDefault="00966A91" w:rsidP="00DD4862">
          <w:pPr>
            <w:pStyle w:val="Zpatvpravo"/>
            <w:rPr>
              <w:rStyle w:val="slostrnky"/>
              <w:b w:val="0"/>
              <w:color w:val="auto"/>
              <w:sz w:val="12"/>
            </w:rPr>
          </w:pPr>
          <w:r w:rsidRPr="003462EB">
            <w:t xml:space="preserve">Zhotovení stavby </w:t>
          </w:r>
        </w:p>
      </w:tc>
      <w:tc>
        <w:tcPr>
          <w:tcW w:w="1021" w:type="dxa"/>
          <w:vAlign w:val="bottom"/>
        </w:tcPr>
        <w:p w14:paraId="52A5ACA1" w14:textId="3171FBA3" w:rsidR="00966A91" w:rsidRPr="009E09BE" w:rsidRDefault="00966A9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7D639E4C" w14:textId="77777777" w:rsidR="00966A91" w:rsidRPr="00B8518B" w:rsidRDefault="00966A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31324F47" w14:textId="77777777" w:rsidTr="00F13FDA">
      <w:tc>
        <w:tcPr>
          <w:tcW w:w="1021" w:type="dxa"/>
          <w:vAlign w:val="bottom"/>
        </w:tcPr>
        <w:p w14:paraId="4660D5CA" w14:textId="5C8E1ED0"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66A91" w:rsidRPr="00DD4862" w:rsidRDefault="00966A91" w:rsidP="00F13FDA">
          <w:pPr>
            <w:pStyle w:val="Zpatvlevo"/>
            <w:rPr>
              <w:b/>
            </w:rPr>
          </w:pPr>
          <w:r>
            <w:rPr>
              <w:b/>
            </w:rPr>
            <w:t>Příloha č. 2</w:t>
          </w:r>
        </w:p>
        <w:p w14:paraId="0C1A6B71" w14:textId="77777777" w:rsidR="00966A91" w:rsidRDefault="00966A91" w:rsidP="00F13FDA">
          <w:pPr>
            <w:pStyle w:val="Zpatvlevo"/>
          </w:pPr>
          <w:r w:rsidRPr="00B41CFD">
            <w:t>Smlouva o dílo</w:t>
          </w:r>
        </w:p>
        <w:p w14:paraId="6C987E4D" w14:textId="77777777" w:rsidR="00966A91" w:rsidRPr="003462EB" w:rsidRDefault="00966A91" w:rsidP="00F13FDA">
          <w:pPr>
            <w:pStyle w:val="Zpatvlevo"/>
          </w:pPr>
          <w:r w:rsidRPr="00B41CFD">
            <w:t>Zhotovení stavby</w:t>
          </w:r>
        </w:p>
      </w:tc>
    </w:tr>
  </w:tbl>
  <w:p w14:paraId="721821A5" w14:textId="77777777" w:rsidR="00966A91" w:rsidRPr="00F13FDA" w:rsidRDefault="00966A9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38E8F7EA" w14:textId="77777777" w:rsidTr="00A0271B">
      <w:tc>
        <w:tcPr>
          <w:tcW w:w="0" w:type="auto"/>
          <w:tcMar>
            <w:left w:w="0" w:type="dxa"/>
            <w:right w:w="0" w:type="dxa"/>
          </w:tcMar>
          <w:vAlign w:val="bottom"/>
        </w:tcPr>
        <w:p w14:paraId="12959C17" w14:textId="77777777" w:rsidR="00966A91" w:rsidRPr="00DD4862" w:rsidRDefault="00966A91" w:rsidP="00A0271B">
          <w:pPr>
            <w:pStyle w:val="Zpatvpravo"/>
            <w:rPr>
              <w:b/>
            </w:rPr>
          </w:pPr>
          <w:r w:rsidRPr="00DD4862">
            <w:rPr>
              <w:b/>
            </w:rPr>
            <w:t>Příloha č. 2</w:t>
          </w:r>
        </w:p>
        <w:p w14:paraId="1091D5F5" w14:textId="77777777" w:rsidR="00966A91" w:rsidRPr="003462EB" w:rsidRDefault="00966A91" w:rsidP="00A0271B">
          <w:pPr>
            <w:pStyle w:val="Zpatvpravo"/>
          </w:pPr>
          <w:r>
            <w:t>Smlouva o dílo</w:t>
          </w:r>
        </w:p>
        <w:p w14:paraId="45C9C2F0"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68484E19" w14:textId="387A08F4"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5C7B95E3" w14:textId="77777777" w:rsidR="00966A91" w:rsidRPr="00B8518B" w:rsidRDefault="00966A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91" w:rsidRPr="003462EB" w14:paraId="1C83CE55" w14:textId="77777777" w:rsidTr="00F13FDA">
      <w:tc>
        <w:tcPr>
          <w:tcW w:w="1021" w:type="dxa"/>
          <w:vAlign w:val="bottom"/>
        </w:tcPr>
        <w:p w14:paraId="5CCDD256" w14:textId="77777777" w:rsidR="00966A91" w:rsidRPr="00B8518B" w:rsidRDefault="00966A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66A91" w:rsidRPr="00DD4862" w:rsidRDefault="00966A91" w:rsidP="00F13FDA">
          <w:pPr>
            <w:pStyle w:val="Zpatvlevo"/>
            <w:rPr>
              <w:b/>
            </w:rPr>
          </w:pPr>
          <w:r>
            <w:rPr>
              <w:b/>
            </w:rPr>
            <w:t>Příloha č. 3</w:t>
          </w:r>
        </w:p>
        <w:p w14:paraId="4666136E" w14:textId="77777777" w:rsidR="00966A91" w:rsidRDefault="00966A91" w:rsidP="00F13FDA">
          <w:pPr>
            <w:pStyle w:val="Zpatvlevo"/>
          </w:pPr>
          <w:r w:rsidRPr="00B41CFD">
            <w:t>Smlouva o dílo</w:t>
          </w:r>
        </w:p>
        <w:p w14:paraId="55042ECA" w14:textId="77777777" w:rsidR="00966A91" w:rsidRPr="003462EB" w:rsidRDefault="00966A91" w:rsidP="00F13FDA">
          <w:pPr>
            <w:pStyle w:val="Zpatvlevo"/>
          </w:pPr>
          <w:r w:rsidRPr="00B41CFD">
            <w:t>Zhotovení stavby</w:t>
          </w:r>
        </w:p>
      </w:tc>
    </w:tr>
  </w:tbl>
  <w:p w14:paraId="078F4948" w14:textId="77777777" w:rsidR="00966A91" w:rsidRPr="00F13FDA" w:rsidRDefault="00966A9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91" w:rsidRPr="009E09BE" w14:paraId="236B1D3C" w14:textId="77777777" w:rsidTr="00A0271B">
      <w:tc>
        <w:tcPr>
          <w:tcW w:w="0" w:type="auto"/>
          <w:tcMar>
            <w:left w:w="0" w:type="dxa"/>
            <w:right w:w="0" w:type="dxa"/>
          </w:tcMar>
          <w:vAlign w:val="bottom"/>
        </w:tcPr>
        <w:p w14:paraId="1DE31B10" w14:textId="77777777" w:rsidR="00966A91" w:rsidRPr="00DD4862" w:rsidRDefault="00966A91" w:rsidP="00A0271B">
          <w:pPr>
            <w:pStyle w:val="Zpatvpravo"/>
            <w:rPr>
              <w:b/>
            </w:rPr>
          </w:pPr>
          <w:r w:rsidRPr="00DD4862">
            <w:rPr>
              <w:b/>
            </w:rPr>
            <w:t xml:space="preserve">Příloha č. </w:t>
          </w:r>
          <w:r>
            <w:rPr>
              <w:b/>
            </w:rPr>
            <w:t>3</w:t>
          </w:r>
        </w:p>
        <w:p w14:paraId="2C91EB49" w14:textId="77777777" w:rsidR="00966A91" w:rsidRPr="003462EB" w:rsidRDefault="00966A91" w:rsidP="00A0271B">
          <w:pPr>
            <w:pStyle w:val="Zpatvpravo"/>
          </w:pPr>
          <w:r>
            <w:t>Smlouva o dílo</w:t>
          </w:r>
        </w:p>
        <w:p w14:paraId="74FC2B61" w14:textId="77777777" w:rsidR="00966A91" w:rsidRPr="003462EB" w:rsidRDefault="00966A91" w:rsidP="00A0271B">
          <w:pPr>
            <w:pStyle w:val="Zpatvpravo"/>
            <w:rPr>
              <w:rStyle w:val="slostrnky"/>
              <w:b w:val="0"/>
              <w:color w:val="auto"/>
              <w:sz w:val="12"/>
            </w:rPr>
          </w:pPr>
          <w:r w:rsidRPr="003462EB">
            <w:t xml:space="preserve">Zhotovení stavby </w:t>
          </w:r>
        </w:p>
      </w:tc>
      <w:tc>
        <w:tcPr>
          <w:tcW w:w="1021" w:type="dxa"/>
          <w:vAlign w:val="bottom"/>
        </w:tcPr>
        <w:p w14:paraId="09191C9B" w14:textId="1A16373B" w:rsidR="00966A91" w:rsidRPr="009E09BE" w:rsidRDefault="00966A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2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1200">
            <w:rPr>
              <w:rStyle w:val="slostrnky"/>
              <w:noProof/>
            </w:rPr>
            <w:t>1</w:t>
          </w:r>
          <w:r>
            <w:rPr>
              <w:rStyle w:val="slostrnky"/>
            </w:rPr>
            <w:fldChar w:fldCharType="end"/>
          </w:r>
        </w:p>
      </w:tc>
    </w:tr>
  </w:tbl>
  <w:p w14:paraId="5F4D3FBE" w14:textId="77777777" w:rsidR="00966A91" w:rsidRPr="00B8518B" w:rsidRDefault="00966A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66A91" w:rsidRDefault="00966A91" w:rsidP="00962258">
      <w:pPr>
        <w:spacing w:after="0" w:line="240" w:lineRule="auto"/>
      </w:pPr>
      <w:r>
        <w:separator/>
      </w:r>
    </w:p>
  </w:footnote>
  <w:footnote w:type="continuationSeparator" w:id="0">
    <w:p w14:paraId="0378FD30" w14:textId="77777777" w:rsidR="00966A91" w:rsidRDefault="00966A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6A91" w14:paraId="3B79F732" w14:textId="77777777" w:rsidTr="00B22106">
      <w:trPr>
        <w:trHeight w:hRule="exact" w:val="936"/>
      </w:trPr>
      <w:tc>
        <w:tcPr>
          <w:tcW w:w="1361" w:type="dxa"/>
          <w:tcMar>
            <w:left w:w="0" w:type="dxa"/>
            <w:right w:w="0" w:type="dxa"/>
          </w:tcMar>
        </w:tcPr>
        <w:p w14:paraId="227E3247" w14:textId="77777777" w:rsidR="00966A91" w:rsidRPr="00B8518B" w:rsidRDefault="00966A91" w:rsidP="00FC6389">
          <w:pPr>
            <w:pStyle w:val="Zpat"/>
            <w:rPr>
              <w:rStyle w:val="slostrnky"/>
            </w:rPr>
          </w:pPr>
        </w:p>
      </w:tc>
      <w:tc>
        <w:tcPr>
          <w:tcW w:w="3458" w:type="dxa"/>
          <w:shd w:val="clear" w:color="auto" w:fill="auto"/>
          <w:tcMar>
            <w:left w:w="0" w:type="dxa"/>
            <w:right w:w="0" w:type="dxa"/>
          </w:tcMar>
        </w:tcPr>
        <w:p w14:paraId="5E5B8C22" w14:textId="77777777" w:rsidR="00966A91" w:rsidRDefault="00966A9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66A91" w:rsidRPr="00D6163D" w:rsidRDefault="00966A91" w:rsidP="00FC6389">
          <w:pPr>
            <w:pStyle w:val="Druhdokumentu"/>
          </w:pPr>
        </w:p>
      </w:tc>
    </w:tr>
    <w:tr w:rsidR="00966A91" w14:paraId="1DFD2EDD" w14:textId="77777777" w:rsidTr="00B22106">
      <w:trPr>
        <w:trHeight w:hRule="exact" w:val="936"/>
      </w:trPr>
      <w:tc>
        <w:tcPr>
          <w:tcW w:w="1361" w:type="dxa"/>
          <w:tcMar>
            <w:left w:w="0" w:type="dxa"/>
            <w:right w:w="0" w:type="dxa"/>
          </w:tcMar>
        </w:tcPr>
        <w:p w14:paraId="510D1780" w14:textId="77777777" w:rsidR="00966A91" w:rsidRPr="00B8518B" w:rsidRDefault="00966A91" w:rsidP="00FC6389">
          <w:pPr>
            <w:pStyle w:val="Zpat"/>
            <w:rPr>
              <w:rStyle w:val="slostrnky"/>
            </w:rPr>
          </w:pPr>
        </w:p>
      </w:tc>
      <w:tc>
        <w:tcPr>
          <w:tcW w:w="3458" w:type="dxa"/>
          <w:shd w:val="clear" w:color="auto" w:fill="auto"/>
          <w:tcMar>
            <w:left w:w="0" w:type="dxa"/>
            <w:right w:w="0" w:type="dxa"/>
          </w:tcMar>
        </w:tcPr>
        <w:p w14:paraId="7E4B5746" w14:textId="77777777" w:rsidR="00966A91" w:rsidRDefault="00966A91" w:rsidP="00FC6389">
          <w:pPr>
            <w:pStyle w:val="Zpat"/>
          </w:pPr>
        </w:p>
      </w:tc>
      <w:tc>
        <w:tcPr>
          <w:tcW w:w="5756" w:type="dxa"/>
          <w:shd w:val="clear" w:color="auto" w:fill="auto"/>
          <w:tcMar>
            <w:left w:w="0" w:type="dxa"/>
            <w:right w:w="0" w:type="dxa"/>
          </w:tcMar>
        </w:tcPr>
        <w:p w14:paraId="2B60071A" w14:textId="77777777" w:rsidR="00966A91" w:rsidRPr="00D6163D" w:rsidRDefault="00966A91" w:rsidP="00FC6389">
          <w:pPr>
            <w:pStyle w:val="Druhdokumentu"/>
          </w:pPr>
        </w:p>
      </w:tc>
    </w:tr>
  </w:tbl>
  <w:p w14:paraId="14FB9387" w14:textId="77777777" w:rsidR="00966A91" w:rsidRPr="00D6163D" w:rsidRDefault="00966A91" w:rsidP="00FC6389">
    <w:pPr>
      <w:pStyle w:val="Zhlav"/>
      <w:rPr>
        <w:sz w:val="8"/>
        <w:szCs w:val="8"/>
      </w:rPr>
    </w:pPr>
  </w:p>
  <w:p w14:paraId="12576136" w14:textId="77777777" w:rsidR="00966A91" w:rsidRPr="00460660" w:rsidRDefault="00966A9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66A91" w:rsidRPr="00D6163D" w:rsidRDefault="00966A9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66A91" w:rsidRPr="00D6163D" w:rsidRDefault="00966A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66A91" w:rsidRPr="00D6163D" w:rsidRDefault="00966A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66A91" w:rsidRPr="00D6163D" w:rsidRDefault="00966A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66A91" w:rsidRPr="00D6163D" w:rsidRDefault="00966A9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66A91" w:rsidRPr="00D6163D" w:rsidRDefault="00966A9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66A91" w:rsidRPr="00D6163D" w:rsidRDefault="00966A9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66A91" w:rsidRPr="00D6163D" w:rsidRDefault="00966A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F877C7"/>
    <w:multiLevelType w:val="hybridMultilevel"/>
    <w:tmpl w:val="AB28C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7"/>
  </w:num>
  <w:num w:numId="44">
    <w:abstractNumId w:val="5"/>
  </w:num>
  <w:num w:numId="45">
    <w:abstractNumId w:val="12"/>
  </w:num>
  <w:num w:numId="4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8788E"/>
    <w:rsid w:val="00191F90"/>
    <w:rsid w:val="001A025F"/>
    <w:rsid w:val="001B4E74"/>
    <w:rsid w:val="001C5817"/>
    <w:rsid w:val="001C645F"/>
    <w:rsid w:val="001E0048"/>
    <w:rsid w:val="001E41F9"/>
    <w:rsid w:val="001E678E"/>
    <w:rsid w:val="001F3696"/>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84FDC"/>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292E"/>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1519"/>
    <w:rsid w:val="00732918"/>
    <w:rsid w:val="00740AF5"/>
    <w:rsid w:val="00743525"/>
    <w:rsid w:val="007470DC"/>
    <w:rsid w:val="00750668"/>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F4F"/>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4013"/>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A91"/>
    <w:rsid w:val="00966BE8"/>
    <w:rsid w:val="009678B7"/>
    <w:rsid w:val="00974AE2"/>
    <w:rsid w:val="009809A9"/>
    <w:rsid w:val="0098100D"/>
    <w:rsid w:val="00982346"/>
    <w:rsid w:val="00985DF9"/>
    <w:rsid w:val="00992D9C"/>
    <w:rsid w:val="00995DF9"/>
    <w:rsid w:val="00996CB8"/>
    <w:rsid w:val="009A0E00"/>
    <w:rsid w:val="009A12BD"/>
    <w:rsid w:val="009B2E97"/>
    <w:rsid w:val="009B4201"/>
    <w:rsid w:val="009B5146"/>
    <w:rsid w:val="009C12D7"/>
    <w:rsid w:val="009C418E"/>
    <w:rsid w:val="009C442C"/>
    <w:rsid w:val="009D4FF8"/>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77EE6"/>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36579"/>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E1200"/>
    <w:rsid w:val="00BF4AD6"/>
    <w:rsid w:val="00BF4C5D"/>
    <w:rsid w:val="00BF7B07"/>
    <w:rsid w:val="00C02440"/>
    <w:rsid w:val="00C02D0A"/>
    <w:rsid w:val="00C03A6E"/>
    <w:rsid w:val="00C1205A"/>
    <w:rsid w:val="00C13D28"/>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3A8"/>
    <w:rsid w:val="00CD1FC4"/>
    <w:rsid w:val="00CD753C"/>
    <w:rsid w:val="00CE3EF8"/>
    <w:rsid w:val="00CE59A1"/>
    <w:rsid w:val="00CF42C9"/>
    <w:rsid w:val="00D034A0"/>
    <w:rsid w:val="00D103B7"/>
    <w:rsid w:val="00D21061"/>
    <w:rsid w:val="00D239A6"/>
    <w:rsid w:val="00D275FD"/>
    <w:rsid w:val="00D4108E"/>
    <w:rsid w:val="00D4328E"/>
    <w:rsid w:val="00D50FE6"/>
    <w:rsid w:val="00D60CA0"/>
    <w:rsid w:val="00D6163D"/>
    <w:rsid w:val="00D701DC"/>
    <w:rsid w:val="00D831A3"/>
    <w:rsid w:val="00D97BE3"/>
    <w:rsid w:val="00DA3711"/>
    <w:rsid w:val="00DA720A"/>
    <w:rsid w:val="00DD04AC"/>
    <w:rsid w:val="00DD1521"/>
    <w:rsid w:val="00DD46F3"/>
    <w:rsid w:val="00DD4862"/>
    <w:rsid w:val="00DE0D9C"/>
    <w:rsid w:val="00DE4D54"/>
    <w:rsid w:val="00DE56F2"/>
    <w:rsid w:val="00DF116D"/>
    <w:rsid w:val="00DF7604"/>
    <w:rsid w:val="00E00CD2"/>
    <w:rsid w:val="00E16FF7"/>
    <w:rsid w:val="00E21FA2"/>
    <w:rsid w:val="00E26D68"/>
    <w:rsid w:val="00E37457"/>
    <w:rsid w:val="00E44045"/>
    <w:rsid w:val="00E47239"/>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09EB"/>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Pazlar@spravazeleznic.cz" TargetMode="External"/><Relationship Id="rId35" Type="http://schemas.openxmlformats.org/officeDocument/2006/relationships/footer" Target="footer16.xml"/><Relationship Id="rId43" Type="http://schemas.openxmlformats.org/officeDocument/2006/relationships/fontTable" Target="fontTable.xml"/><Relationship Id="rId48"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C38C7E-CDB9-4052-B91F-CA2D1E55B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93</TotalTime>
  <Pages>31</Pages>
  <Words>5504</Words>
  <Characters>32476</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19</cp:revision>
  <cp:lastPrinted>2021-01-26T08:00:00Z</cp:lastPrinted>
  <dcterms:created xsi:type="dcterms:W3CDTF">2021-05-28T11:19:00Z</dcterms:created>
  <dcterms:modified xsi:type="dcterms:W3CDTF">2021-06-09T13:07:00Z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